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4B9" w:rsidRPr="00F414B9" w:rsidRDefault="00F414B9" w:rsidP="00F414B9">
      <w:pPr>
        <w:rPr>
          <w:bCs/>
          <w:sz w:val="20"/>
          <w:szCs w:val="20"/>
        </w:rPr>
      </w:pPr>
      <w:r w:rsidRPr="00F414B9">
        <w:rPr>
          <w:bCs/>
          <w:sz w:val="20"/>
          <w:szCs w:val="20"/>
        </w:rPr>
        <w:t>---------------------------------</w:t>
      </w:r>
    </w:p>
    <w:p w:rsidR="00882E60" w:rsidRDefault="00F414B9" w:rsidP="00F414B9">
      <w:pPr>
        <w:rPr>
          <w:b/>
          <w:bCs/>
          <w:sz w:val="28"/>
          <w:szCs w:val="28"/>
        </w:rPr>
      </w:pPr>
      <w:r w:rsidRPr="00F414B9">
        <w:rPr>
          <w:bCs/>
          <w:sz w:val="20"/>
          <w:szCs w:val="20"/>
        </w:rPr>
        <w:t xml:space="preserve">       (Pieczęć firmowa)</w:t>
      </w:r>
      <w:r>
        <w:rPr>
          <w:b/>
          <w:bCs/>
          <w:sz w:val="28"/>
          <w:szCs w:val="28"/>
        </w:rPr>
        <w:t xml:space="preserve">                          </w:t>
      </w:r>
      <w:r w:rsidR="00882E60" w:rsidRPr="00CE5BBC">
        <w:rPr>
          <w:b/>
          <w:bCs/>
          <w:sz w:val="28"/>
          <w:szCs w:val="28"/>
        </w:rPr>
        <w:t>OFERTA</w:t>
      </w:r>
      <w:r w:rsidR="00882E60">
        <w:rPr>
          <w:b/>
          <w:bCs/>
          <w:sz w:val="28"/>
          <w:szCs w:val="28"/>
        </w:rPr>
        <w:t xml:space="preserve"> </w:t>
      </w:r>
    </w:p>
    <w:p w:rsidR="00F414B9" w:rsidRDefault="00F414B9" w:rsidP="00F414B9">
      <w:pPr>
        <w:rPr>
          <w:b/>
          <w:bCs/>
          <w:sz w:val="28"/>
          <w:szCs w:val="28"/>
        </w:rPr>
      </w:pPr>
    </w:p>
    <w:p w:rsidR="00F414B9" w:rsidRPr="00F414B9" w:rsidRDefault="00F414B9" w:rsidP="00F414B9">
      <w:pPr>
        <w:rPr>
          <w:bCs/>
          <w:sz w:val="22"/>
          <w:szCs w:val="22"/>
        </w:rPr>
      </w:pPr>
      <w:r w:rsidRPr="00F414B9">
        <w:rPr>
          <w:bCs/>
          <w:sz w:val="22"/>
          <w:szCs w:val="22"/>
        </w:rPr>
        <w:t>dla Samodzielnego Publicznego Zakładu Opieki Zdrowotnej w Przeworsku</w:t>
      </w:r>
    </w:p>
    <w:p w:rsidR="00F414B9" w:rsidRPr="00F414B9" w:rsidRDefault="00F414B9" w:rsidP="00F414B9">
      <w:pPr>
        <w:rPr>
          <w:bCs/>
          <w:sz w:val="22"/>
          <w:szCs w:val="22"/>
        </w:rPr>
      </w:pPr>
      <w:r w:rsidRPr="00F414B9">
        <w:rPr>
          <w:bCs/>
          <w:sz w:val="22"/>
          <w:szCs w:val="22"/>
        </w:rPr>
        <w:t>ul. Szpitalna 16 37-200 Przeworsk</w:t>
      </w:r>
    </w:p>
    <w:p w:rsidR="00882E60" w:rsidRPr="00CE5BBC" w:rsidRDefault="00702A3D" w:rsidP="00F414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15E81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36EC5">
        <w:t xml:space="preserve"> 2017 r. poz. 1579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882E60" w:rsidRPr="00882E60">
        <w:rPr>
          <w:rFonts w:asciiTheme="minorHAnsi" w:hAnsiTheme="minorHAnsi"/>
          <w:b/>
          <w:sz w:val="22"/>
        </w:rPr>
        <w:t>dostawa produktów leczniczych, kosmetyków, środków spożywczych specjalnego przeznaczenia żywieniowego z podziałem na części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Pr="00F414B9" w:rsidRDefault="00651054" w:rsidP="00A50565">
      <w:pPr>
        <w:spacing w:line="276" w:lineRule="auto"/>
        <w:jc w:val="both"/>
        <w:rPr>
          <w:b/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F414B9">
        <w:rPr>
          <w:sz w:val="22"/>
          <w:szCs w:val="22"/>
        </w:rPr>
        <w:t>aganiami określonymi w </w:t>
      </w:r>
      <w:r w:rsidR="005B364B" w:rsidRPr="00A50565">
        <w:rPr>
          <w:sz w:val="22"/>
          <w:szCs w:val="22"/>
        </w:rPr>
        <w:t>SIWZ</w:t>
      </w:r>
      <w:r w:rsidR="00CE032B">
        <w:rPr>
          <w:sz w:val="22"/>
          <w:szCs w:val="22"/>
        </w:rPr>
        <w:t xml:space="preserve"> </w:t>
      </w:r>
      <w:r w:rsidR="00CE032B" w:rsidRPr="00F414B9">
        <w:rPr>
          <w:b/>
          <w:sz w:val="22"/>
          <w:szCs w:val="22"/>
        </w:rPr>
        <w:t>Część ………</w:t>
      </w:r>
      <w:r w:rsidR="00363C6E" w:rsidRPr="00F414B9">
        <w:rPr>
          <w:b/>
          <w:sz w:val="22"/>
          <w:szCs w:val="22"/>
        </w:rPr>
        <w:t xml:space="preserve"> </w:t>
      </w:r>
      <w:r w:rsidR="00116660" w:rsidRPr="00F414B9">
        <w:rPr>
          <w:b/>
          <w:sz w:val="22"/>
          <w:szCs w:val="22"/>
        </w:rPr>
        <w:t>za cenę</w:t>
      </w:r>
      <w:r w:rsidR="00C91AD9" w:rsidRPr="00F414B9">
        <w:rPr>
          <w:b/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lastRenderedPageBreak/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6D75DD" w:rsidRDefault="006D75DD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DD16EF" w:rsidRPr="00DD16EF" w:rsidRDefault="006D75DD" w:rsidP="006D75DD">
      <w:pPr>
        <w:pStyle w:val="Nagwek1"/>
      </w:pPr>
      <w:r>
        <w:t xml:space="preserve">  </w:t>
      </w:r>
      <w:r w:rsidRPr="006D75DD">
        <w:t>Hasło dostępu do pliku JEDZ przekazanego pocztą elektroniczną : …………</w:t>
      </w:r>
    </w:p>
    <w:p w:rsidR="006D75DD" w:rsidRPr="006D75DD" w:rsidRDefault="006D75DD" w:rsidP="006D75DD">
      <w:pPr>
        <w:spacing w:line="276" w:lineRule="auto"/>
        <w:ind w:left="426"/>
        <w:jc w:val="both"/>
        <w:rPr>
          <w:sz w:val="22"/>
          <w:szCs w:val="22"/>
        </w:rPr>
      </w:pPr>
    </w:p>
    <w:p w:rsidR="006D75DD" w:rsidRPr="006D75DD" w:rsidRDefault="006D75DD" w:rsidP="006D75DD">
      <w:pPr>
        <w:pStyle w:val="Nagwek1"/>
      </w:pPr>
      <w:r>
        <w:t xml:space="preserve">  </w:t>
      </w:r>
      <w:r w:rsidRPr="006D75DD">
        <w:t>Oświadczamy</w:t>
      </w:r>
      <w:bookmarkStart w:id="0" w:name="_GoBack"/>
      <w:bookmarkEnd w:id="0"/>
      <w:r w:rsidRPr="006D75DD">
        <w:t>, że spełniamy warunki udziału określone przez zamawiającego w tym postępowaniu,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FE49B8">
        <w:rPr>
          <w:sz w:val="22"/>
          <w:szCs w:val="22"/>
        </w:rPr>
        <w:t xml:space="preserve"> tj. 6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545C04">
        <w:rPr>
          <w:sz w:val="22"/>
          <w:szCs w:val="22"/>
        </w:rPr>
        <w:t>emy przedstawiony</w:t>
      </w:r>
      <w:r w:rsidR="00FE49B8">
        <w:rPr>
          <w:sz w:val="22"/>
          <w:szCs w:val="22"/>
        </w:rPr>
        <w:t xml:space="preserve"> projekt</w:t>
      </w:r>
      <w:r w:rsidR="00545C04">
        <w:rPr>
          <w:sz w:val="22"/>
          <w:szCs w:val="22"/>
        </w:rPr>
        <w:t xml:space="preserve"> umowy (stanowiący</w:t>
      </w:r>
      <w:r w:rsidR="00FE49B8">
        <w:rPr>
          <w:sz w:val="22"/>
          <w:szCs w:val="22"/>
        </w:rPr>
        <w:t xml:space="preserve"> załącznik nr </w:t>
      </w:r>
      <w:r w:rsidR="00545C04">
        <w:rPr>
          <w:sz w:val="22"/>
          <w:szCs w:val="22"/>
        </w:rPr>
        <w:t>6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</w:p>
    <w:p w:rsidR="00CE1978" w:rsidRPr="00CE1978" w:rsidRDefault="00CE1978" w:rsidP="00CE1978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Pr="00A50565" w:rsidRDefault="00315D09" w:rsidP="00A50565">
      <w:pPr>
        <w:spacing w:line="276" w:lineRule="auto"/>
        <w:ind w:left="720"/>
        <w:jc w:val="both"/>
        <w:rPr>
          <w:sz w:val="22"/>
          <w:szCs w:val="22"/>
        </w:rPr>
      </w:pPr>
    </w:p>
    <w:p w:rsidR="003361D1" w:rsidRPr="00A50565" w:rsidRDefault="00B2088C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lastRenderedPageBreak/>
        <w:t xml:space="preserve">  </w:t>
      </w:r>
      <w:r w:rsidR="00171B9C" w:rsidRPr="00A50565">
        <w:rPr>
          <w:sz w:val="22"/>
        </w:rPr>
        <w:t>Oświadczamy, że wnieśliśmy wadium w kwocie</w:t>
      </w:r>
      <w:r w:rsidR="003361D1" w:rsidRPr="00A50565">
        <w:rPr>
          <w:sz w:val="22"/>
        </w:rPr>
        <w:t>:</w:t>
      </w:r>
    </w:p>
    <w:p w:rsidR="00171B9C" w:rsidRPr="00A50565" w:rsidRDefault="0082661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jc w:val="left"/>
        <w:rPr>
          <w:sz w:val="22"/>
        </w:rPr>
      </w:pPr>
      <w:r w:rsidRPr="00A50565">
        <w:rPr>
          <w:sz w:val="22"/>
        </w:rPr>
        <w:t xml:space="preserve">- </w:t>
      </w:r>
      <w:r w:rsidR="00171B9C" w:rsidRPr="00A50565">
        <w:rPr>
          <w:sz w:val="22"/>
        </w:rPr>
        <w:t xml:space="preserve"> ……………….</w:t>
      </w:r>
      <w:r w:rsidR="007F6881" w:rsidRPr="00A50565">
        <w:rPr>
          <w:sz w:val="22"/>
        </w:rPr>
        <w:t>zł</w:t>
      </w:r>
      <w:r w:rsidR="00171B9C" w:rsidRPr="00A50565">
        <w:rPr>
          <w:sz w:val="22"/>
        </w:rPr>
        <w:t xml:space="preserve"> w formie ………………………</w:t>
      </w: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4A333D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</w:t>
      </w:r>
      <w:r w:rsidR="00171B9C" w:rsidRPr="00A50565">
        <w:rPr>
          <w:sz w:val="22"/>
        </w:rPr>
        <w:t>W przypadku zwrotu wadium wniesionego w formie pieniężnej, prosimy o przelanie kwoty wadium wraz z odsetkami wynikającymi z umowy rachunku bankowego pomniejszonymi o koszty prowadzenia rachunku oraz prowizji bankowej za przelew na wskazany rachunek</w:t>
      </w:r>
    </w:p>
    <w:p w:rsidR="00CE5BBC" w:rsidRPr="00A50565" w:rsidRDefault="00171B9C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w banku……………………………………………………</w:t>
      </w:r>
      <w:r w:rsidR="00A50565">
        <w:rPr>
          <w:sz w:val="22"/>
        </w:rPr>
        <w:t>…………</w:t>
      </w:r>
      <w:r w:rsidR="00CE5BBC" w:rsidRPr="00A50565">
        <w:rPr>
          <w:sz w:val="22"/>
        </w:rPr>
        <w:t xml:space="preserve"> </w:t>
      </w:r>
    </w:p>
    <w:p w:rsidR="00171B9C" w:rsidRPr="00A50565" w:rsidRDefault="006C73E0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N</w:t>
      </w:r>
      <w:r w:rsidR="00171B9C" w:rsidRPr="00A50565">
        <w:rPr>
          <w:sz w:val="22"/>
        </w:rPr>
        <w:t>r ………………………………………………………</w:t>
      </w:r>
      <w:r w:rsidR="004A333D" w:rsidRPr="00A50565">
        <w:rPr>
          <w:sz w:val="22"/>
        </w:rPr>
        <w:t>…………….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A50565" w:rsidRDefault="00794CB8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W razie wybrania nas</w:t>
      </w:r>
      <w:r w:rsidR="00A422AD" w:rsidRPr="00A50565">
        <w:rPr>
          <w:sz w:val="22"/>
        </w:rPr>
        <w:t>zej oferty zobowiązujemy się do</w:t>
      </w:r>
      <w:r w:rsidR="00171B9C" w:rsidRPr="00A50565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8045D5" w:rsidRPr="008045D5" w:rsidRDefault="008045D5" w:rsidP="008045D5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  <w:r w:rsidRPr="008045D5">
        <w:rPr>
          <w:rFonts w:cs="Arial"/>
          <w:sz w:val="22"/>
          <w:szCs w:val="22"/>
        </w:rPr>
        <w:t xml:space="preserve">  Oświadczam, że wypełniłem obowiązki informacyjne przewidziane w art. 13 lub art. 14 RODO</w:t>
      </w:r>
      <w:r w:rsidRPr="008045D5">
        <w:rPr>
          <w:rFonts w:cs="Arial"/>
          <w:sz w:val="22"/>
          <w:szCs w:val="22"/>
          <w:vertAlign w:val="superscript"/>
        </w:rPr>
        <w:t>1)</w:t>
      </w:r>
      <w:r w:rsidRPr="008045D5">
        <w:rPr>
          <w:rFonts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045D5" w:rsidRPr="008045D5" w:rsidRDefault="008045D5" w:rsidP="008045D5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</w:p>
    <w:p w:rsidR="008045D5" w:rsidRPr="008045D5" w:rsidRDefault="008045D5" w:rsidP="008045D5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18"/>
          <w:szCs w:val="18"/>
        </w:rPr>
      </w:pPr>
      <w:r w:rsidRPr="008045D5">
        <w:rPr>
          <w:rFonts w:cs="Arial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045D5" w:rsidRPr="008045D5" w:rsidRDefault="008045D5" w:rsidP="008045D5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18"/>
          <w:szCs w:val="18"/>
        </w:rPr>
      </w:pPr>
      <w:r w:rsidRPr="008045D5">
        <w:rPr>
          <w:rFonts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8045D5" w:rsidRPr="00A50565" w:rsidRDefault="008045D5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Pr="00814BB9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A2D" w:rsidRDefault="00DF4A2D">
      <w:r>
        <w:separator/>
      </w:r>
    </w:p>
  </w:endnote>
  <w:endnote w:type="continuationSeparator" w:id="0">
    <w:p w:rsidR="00DF4A2D" w:rsidRDefault="00DF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5DD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A2D" w:rsidRDefault="00DF4A2D">
      <w:r>
        <w:separator/>
      </w:r>
    </w:p>
  </w:footnote>
  <w:footnote w:type="continuationSeparator" w:id="0">
    <w:p w:rsidR="00DF4A2D" w:rsidRDefault="00DF4A2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E07" w:rsidRDefault="00882E60" w:rsidP="00730EF8">
    <w:pPr>
      <w:pStyle w:val="Nagwek"/>
      <w:rPr>
        <w:rFonts w:ascii="Arial" w:hAnsi="Arial"/>
        <w:noProof/>
        <w:sz w:val="20"/>
        <w:szCs w:val="20"/>
      </w:rPr>
    </w:pPr>
    <w:r>
      <w:rPr>
        <w:rFonts w:ascii="Arial" w:hAnsi="Arial"/>
        <w:noProof/>
        <w:sz w:val="20"/>
        <w:szCs w:val="20"/>
      </w:rPr>
      <w:t>SP ZOZ NZZP II 2400/34</w:t>
    </w:r>
    <w:r w:rsidR="00664E07">
      <w:rPr>
        <w:rFonts w:ascii="Arial" w:hAnsi="Arial"/>
        <w:noProof/>
        <w:sz w:val="20"/>
        <w:szCs w:val="20"/>
      </w:rPr>
      <w:t>/18</w:t>
    </w:r>
    <w:r w:rsidR="007929C3" w:rsidRPr="007929C3">
      <w:rPr>
        <w:rFonts w:ascii="Arial" w:hAnsi="Arial"/>
        <w:noProof/>
        <w:sz w:val="20"/>
        <w:szCs w:val="20"/>
      </w:rPr>
      <w:tab/>
      <w:t xml:space="preserve">  </w:t>
    </w:r>
    <w:r w:rsidR="007929C3">
      <w:rPr>
        <w:rFonts w:ascii="Arial" w:hAnsi="Arial"/>
        <w:noProof/>
        <w:sz w:val="20"/>
        <w:szCs w:val="20"/>
      </w:rPr>
      <w:t xml:space="preserve">                        </w:t>
    </w:r>
    <w:r>
      <w:rPr>
        <w:rFonts w:ascii="Arial" w:hAnsi="Arial"/>
        <w:noProof/>
        <w:sz w:val="20"/>
        <w:szCs w:val="20"/>
      </w:rPr>
      <w:t xml:space="preserve">                    </w:t>
    </w:r>
    <w:r w:rsidR="007929C3"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F414B9" w:rsidRDefault="00F414B9" w:rsidP="00730EF8">
    <w:pPr>
      <w:pStyle w:val="Nagwek"/>
      <w:rPr>
        <w:rFonts w:ascii="Arial" w:hAnsi="Arial"/>
        <w:noProof/>
        <w:sz w:val="20"/>
        <w:szCs w:val="20"/>
      </w:rPr>
    </w:pPr>
  </w:p>
  <w:p w:rsidR="00F414B9" w:rsidRDefault="00F414B9" w:rsidP="00730EF8">
    <w:pPr>
      <w:pStyle w:val="Nagwek"/>
      <w:rPr>
        <w:rFonts w:ascii="Arial" w:hAnsi="Arial"/>
        <w:noProof/>
        <w:sz w:val="20"/>
        <w:szCs w:val="20"/>
      </w:rPr>
    </w:pPr>
  </w:p>
  <w:p w:rsidR="00F414B9" w:rsidRPr="00882E60" w:rsidRDefault="00F414B9" w:rsidP="00730EF8">
    <w:pPr>
      <w:pStyle w:val="Nagwek"/>
      <w:rPr>
        <w:rFonts w:ascii="Arial" w:hAnsi="Arial"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311C"/>
    <w:rsid w:val="00144177"/>
    <w:rsid w:val="0015482E"/>
    <w:rsid w:val="0016009A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4B1B"/>
    <w:rsid w:val="002154CF"/>
    <w:rsid w:val="00216183"/>
    <w:rsid w:val="00222CEA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F71B7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0077"/>
    <w:rsid w:val="00482884"/>
    <w:rsid w:val="004840A1"/>
    <w:rsid w:val="00491ABD"/>
    <w:rsid w:val="0049438C"/>
    <w:rsid w:val="0049661C"/>
    <w:rsid w:val="004A333D"/>
    <w:rsid w:val="004A4188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372B8"/>
    <w:rsid w:val="00540F6A"/>
    <w:rsid w:val="00545C04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B04C6"/>
    <w:rsid w:val="005B0AE2"/>
    <w:rsid w:val="005B364B"/>
    <w:rsid w:val="005B645C"/>
    <w:rsid w:val="005E5A1C"/>
    <w:rsid w:val="005E6335"/>
    <w:rsid w:val="005F1183"/>
    <w:rsid w:val="005F589B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D75DD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130D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45D5"/>
    <w:rsid w:val="00807343"/>
    <w:rsid w:val="0081116D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E60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51CE"/>
    <w:rsid w:val="00A84F3D"/>
    <w:rsid w:val="00A85571"/>
    <w:rsid w:val="00A91E82"/>
    <w:rsid w:val="00AB2E12"/>
    <w:rsid w:val="00AB5545"/>
    <w:rsid w:val="00AE0CF7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581A"/>
    <w:rsid w:val="00B63CA6"/>
    <w:rsid w:val="00B66C44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63F"/>
    <w:rsid w:val="00CA04E9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669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DF4A2D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609FA"/>
    <w:rsid w:val="00E627C9"/>
    <w:rsid w:val="00E64E94"/>
    <w:rsid w:val="00E77039"/>
    <w:rsid w:val="00E779E5"/>
    <w:rsid w:val="00E84705"/>
    <w:rsid w:val="00E87E55"/>
    <w:rsid w:val="00EB0384"/>
    <w:rsid w:val="00EB1923"/>
    <w:rsid w:val="00EB7210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2AEB"/>
    <w:rsid w:val="00F13AB5"/>
    <w:rsid w:val="00F172AA"/>
    <w:rsid w:val="00F25435"/>
    <w:rsid w:val="00F30BFC"/>
    <w:rsid w:val="00F414B9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E7D29-F062-426D-958E-67B09393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29</TotalTime>
  <Pages>3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36</cp:revision>
  <cp:lastPrinted>2016-09-22T07:56:00Z</cp:lastPrinted>
  <dcterms:created xsi:type="dcterms:W3CDTF">2018-03-08T08:22:00Z</dcterms:created>
  <dcterms:modified xsi:type="dcterms:W3CDTF">2018-09-20T07:13:00Z</dcterms:modified>
  <cp:category/>
</cp:coreProperties>
</file>